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95700" w14:textId="77777777" w:rsidR="00981605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</w:rPr>
      </w:pPr>
    </w:p>
    <w:p w14:paraId="2F7D0B94" w14:textId="77777777" w:rsidR="00487827" w:rsidRPr="00D25E38" w:rsidRDefault="00487827" w:rsidP="007B5DEB">
      <w:pPr>
        <w:tabs>
          <w:tab w:val="left" w:pos="1134"/>
        </w:tabs>
        <w:spacing w:line="264" w:lineRule="auto"/>
        <w:jc w:val="center"/>
        <w:rPr>
          <w:rFonts w:cs="Arial"/>
          <w:b/>
        </w:rPr>
      </w:pPr>
    </w:p>
    <w:p w14:paraId="1BED011D" w14:textId="005A1B88" w:rsidR="004D0EC6" w:rsidRPr="00D25E38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</w:rPr>
        <w:t xml:space="preserve">RESULTADOS DA ORDEM DO DIA DA </w:t>
      </w:r>
      <w:r w:rsidR="00A05495">
        <w:rPr>
          <w:rFonts w:cs="Arial"/>
          <w:b/>
        </w:rPr>
        <w:t>2</w:t>
      </w:r>
      <w:r w:rsidR="006F6FF0">
        <w:rPr>
          <w:rFonts w:cs="Arial"/>
          <w:b/>
        </w:rPr>
        <w:t>7</w:t>
      </w:r>
      <w:r w:rsidR="004D0EC6" w:rsidRPr="00D25E38">
        <w:rPr>
          <w:rFonts w:cs="Arial"/>
          <w:b/>
        </w:rPr>
        <w:t>ª SESSÃO ORDINÁRIA</w:t>
      </w:r>
      <w:r w:rsidR="004D0EC6" w:rsidRPr="00D25E38">
        <w:rPr>
          <w:rFonts w:cs="Arial"/>
          <w:b/>
          <w:bCs/>
        </w:rPr>
        <w:t xml:space="preserve"> DO ANO DE 202</w:t>
      </w:r>
      <w:r w:rsidR="008F6682" w:rsidRPr="00D25E38">
        <w:rPr>
          <w:rFonts w:cs="Arial"/>
          <w:b/>
          <w:bCs/>
        </w:rPr>
        <w:t>5</w:t>
      </w:r>
    </w:p>
    <w:p w14:paraId="6E5076A5" w14:textId="53152D0A" w:rsidR="004D0EC6" w:rsidRPr="00D25E38" w:rsidRDefault="00747647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  <w:bCs/>
        </w:rPr>
        <w:t xml:space="preserve">REALIZADA EM </w:t>
      </w:r>
      <w:r w:rsidR="006F6FF0">
        <w:rPr>
          <w:rFonts w:cs="Arial"/>
          <w:b/>
          <w:bCs/>
        </w:rPr>
        <w:t>10</w:t>
      </w:r>
      <w:r w:rsidR="004C301C" w:rsidRPr="00D25E38">
        <w:rPr>
          <w:rFonts w:cs="Arial"/>
          <w:b/>
        </w:rPr>
        <w:t>/</w:t>
      </w:r>
      <w:r w:rsidR="008F6682" w:rsidRPr="00D25E38">
        <w:rPr>
          <w:rFonts w:cs="Arial"/>
          <w:b/>
        </w:rPr>
        <w:t>0</w:t>
      </w:r>
      <w:r w:rsidR="00E75ECF">
        <w:rPr>
          <w:rFonts w:cs="Arial"/>
          <w:b/>
        </w:rPr>
        <w:t>9</w:t>
      </w:r>
      <w:r w:rsidR="00035B24" w:rsidRPr="00D25E38">
        <w:rPr>
          <w:rFonts w:cs="Arial"/>
          <w:b/>
        </w:rPr>
        <w:t>/</w:t>
      </w:r>
      <w:r w:rsidR="004D0EC6" w:rsidRPr="00D25E38">
        <w:rPr>
          <w:rFonts w:cs="Arial"/>
          <w:b/>
        </w:rPr>
        <w:t>202</w:t>
      </w:r>
      <w:r w:rsidR="008F6682" w:rsidRPr="00D25E38">
        <w:rPr>
          <w:rFonts w:cs="Arial"/>
          <w:b/>
        </w:rPr>
        <w:t>5</w:t>
      </w:r>
      <w:r w:rsidR="004D0EC6" w:rsidRPr="00D25E38">
        <w:rPr>
          <w:rFonts w:cs="Arial"/>
          <w:b/>
          <w:bCs/>
        </w:rPr>
        <w:t xml:space="preserve"> (</w:t>
      </w:r>
      <w:r w:rsidR="00A2002F" w:rsidRPr="00D25E38">
        <w:rPr>
          <w:rFonts w:cs="Arial"/>
          <w:b/>
          <w:bCs/>
        </w:rPr>
        <w:t>qu</w:t>
      </w:r>
      <w:r w:rsidR="00E24FC9" w:rsidRPr="00D25E38">
        <w:rPr>
          <w:rFonts w:cs="Arial"/>
          <w:b/>
          <w:bCs/>
        </w:rPr>
        <w:t>art</w:t>
      </w:r>
      <w:r w:rsidR="000E22AD" w:rsidRPr="00D25E38">
        <w:rPr>
          <w:rFonts w:cs="Arial"/>
          <w:b/>
          <w:bCs/>
        </w:rPr>
        <w:t>a</w:t>
      </w:r>
      <w:r w:rsidR="00B1094E" w:rsidRPr="00D25E38">
        <w:rPr>
          <w:rFonts w:cs="Arial"/>
          <w:b/>
          <w:bCs/>
        </w:rPr>
        <w:t>-feira</w:t>
      </w:r>
      <w:r w:rsidR="004D0EC6" w:rsidRPr="00D25E38">
        <w:rPr>
          <w:rFonts w:cs="Arial"/>
          <w:b/>
          <w:bCs/>
        </w:rPr>
        <w:t>)</w:t>
      </w:r>
    </w:p>
    <w:p w14:paraId="4421F9D2" w14:textId="2614D960" w:rsidR="00196487" w:rsidRDefault="00196487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0ACBB634" w14:textId="77777777" w:rsidR="00DF622C" w:rsidRDefault="00DF622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712B5CB6" w14:textId="77777777" w:rsidR="00981605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086E4372" w14:textId="77777777" w:rsidR="00636EBC" w:rsidRDefault="00636EB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6FDBB7FA" w14:textId="00362A9C" w:rsidR="00B33C7D" w:rsidRDefault="00B33C7D" w:rsidP="007B5DEB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="009C08FD" w:rsidRPr="009C08FD">
        <w:rPr>
          <w:rFonts w:cs="Arial"/>
          <w:b/>
          <w:color w:val="000000"/>
          <w:u w:val="single"/>
        </w:rPr>
        <w:t xml:space="preserve">PLL nº </w:t>
      </w:r>
      <w:r w:rsidR="006F6FF0">
        <w:rPr>
          <w:rFonts w:cs="Arial"/>
          <w:b/>
          <w:color w:val="000000"/>
          <w:u w:val="single"/>
        </w:rPr>
        <w:t>1</w:t>
      </w:r>
      <w:r w:rsidR="009C08FD" w:rsidRPr="009C08FD">
        <w:rPr>
          <w:rFonts w:cs="Arial"/>
          <w:b/>
          <w:color w:val="000000"/>
          <w:u w:val="single"/>
        </w:rPr>
        <w:t>/2025 - Projeto de Lei do Legislativo</w:t>
      </w:r>
      <w:r w:rsidR="006F6FF0">
        <w:rPr>
          <w:rFonts w:cs="Arial"/>
          <w:b/>
          <w:color w:val="000000"/>
          <w:u w:val="single"/>
        </w:rPr>
        <w:t xml:space="preserve"> – com Substitutivo</w:t>
      </w:r>
    </w:p>
    <w:p w14:paraId="5B2DEEF3" w14:textId="609C40A1" w:rsidR="00B33C7D" w:rsidRPr="00AC691F" w:rsidRDefault="00B33C7D" w:rsidP="007B5DEB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="006F6FF0">
        <w:rPr>
          <w:rFonts w:cs="Arial"/>
          <w:color w:val="000000"/>
          <w:u w:val="single"/>
        </w:rPr>
        <w:t xml:space="preserve"> do Substitutivo</w:t>
      </w:r>
      <w:r w:rsidRPr="00DE2AC5">
        <w:rPr>
          <w:rFonts w:cs="Arial"/>
          <w:color w:val="000000"/>
        </w:rPr>
        <w:t xml:space="preserve">: </w:t>
      </w:r>
      <w:r w:rsidR="00E75ECF" w:rsidRPr="00E75ECF">
        <w:rPr>
          <w:rFonts w:cs="Arial"/>
          <w:color w:val="000000"/>
        </w:rPr>
        <w:t>Vereador</w:t>
      </w:r>
      <w:r w:rsidR="006F6FF0">
        <w:rPr>
          <w:rFonts w:cs="Arial"/>
          <w:color w:val="000000"/>
        </w:rPr>
        <w:t>es</w:t>
      </w:r>
      <w:r w:rsidR="00E75ECF" w:rsidRPr="00E75ECF">
        <w:rPr>
          <w:rFonts w:cs="Arial"/>
          <w:color w:val="000000"/>
        </w:rPr>
        <w:t xml:space="preserve"> Valmir do Parque Meia Lua</w:t>
      </w:r>
      <w:r w:rsidR="006F6FF0">
        <w:rPr>
          <w:rFonts w:cs="Arial"/>
          <w:color w:val="000000"/>
        </w:rPr>
        <w:t xml:space="preserve"> e Jean Araújo</w:t>
      </w:r>
      <w:r w:rsidRPr="00125AA4">
        <w:rPr>
          <w:rFonts w:cs="Arial"/>
          <w:color w:val="000000"/>
        </w:rPr>
        <w:t>.</w:t>
      </w:r>
    </w:p>
    <w:p w14:paraId="0C34D2B2" w14:textId="6D115884" w:rsidR="00B33C7D" w:rsidRPr="004B06BC" w:rsidRDefault="00B33C7D" w:rsidP="007B5DEB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6F6FF0">
        <w:rPr>
          <w:rFonts w:cs="Arial"/>
          <w:color w:val="000000"/>
        </w:rPr>
        <w:t>Declara de utilidade pública a Associação Atlética Família Nova Jacareí.</w:t>
      </w:r>
    </w:p>
    <w:p w14:paraId="57169927" w14:textId="5CD211F1" w:rsidR="0095551D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>:</w:t>
      </w:r>
      <w:r w:rsidR="006F6FF0">
        <w:rPr>
          <w:rFonts w:cs="Arial"/>
          <w:color w:val="000000"/>
        </w:rPr>
        <w:t xml:space="preserve"> </w:t>
      </w:r>
      <w:r w:rsidR="00FA752D">
        <w:rPr>
          <w:rFonts w:cs="Arial"/>
          <w:color w:val="000000"/>
        </w:rPr>
        <w:t>Substitutivo Aprovado.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66722D7" w14:textId="77777777" w:rsidR="00636EBC" w:rsidRDefault="00636EBC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E8D87E9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A749C13" w14:textId="77777777" w:rsidR="00AC1AAB" w:rsidRDefault="00AC1AAB" w:rsidP="00AC1AAB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>
        <w:rPr>
          <w:rFonts w:cs="Arial"/>
          <w:b/>
          <w:color w:val="000000"/>
          <w:u w:val="single"/>
        </w:rPr>
        <w:t>PLE nº 29</w:t>
      </w:r>
      <w:r w:rsidRPr="00AE33AB">
        <w:rPr>
          <w:rFonts w:cs="Arial"/>
          <w:b/>
          <w:color w:val="000000"/>
          <w:u w:val="single"/>
        </w:rPr>
        <w:t>/2025 - Projeto de Lei do Executivo</w:t>
      </w:r>
    </w:p>
    <w:p w14:paraId="76945AFE" w14:textId="77777777" w:rsidR="00AC1AAB" w:rsidRPr="00AC691F" w:rsidRDefault="00AC1AAB" w:rsidP="00AC1AAB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Pr="00AE33AB">
        <w:rPr>
          <w:rFonts w:cs="Arial"/>
          <w:color w:val="000000"/>
        </w:rPr>
        <w:t>Prefeito Municipal Celso Florêncio de Souza</w:t>
      </w:r>
      <w:r w:rsidRPr="00125AA4">
        <w:rPr>
          <w:rFonts w:cs="Arial"/>
          <w:color w:val="000000"/>
        </w:rPr>
        <w:t>.</w:t>
      </w:r>
    </w:p>
    <w:p w14:paraId="3473B72A" w14:textId="77777777" w:rsidR="00AC1AAB" w:rsidRPr="004B06BC" w:rsidRDefault="00AC1AAB" w:rsidP="00AC1AAB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Dispõe sobre criação do Projeto para extinção de veículos de tração animal para fins econômicos no Município de Jacareí e dá outras providências.</w:t>
      </w:r>
    </w:p>
    <w:p w14:paraId="56468785" w14:textId="480CFA55" w:rsidR="00AC1AAB" w:rsidRDefault="00AC1AAB" w:rsidP="00AC1AA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Projeto Aprovado, com Emenda nº 2.</w:t>
      </w:r>
    </w:p>
    <w:p w14:paraId="6A1ED3D6" w14:textId="77777777" w:rsidR="00AC1AAB" w:rsidRDefault="00AC1AA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AC9DB2C" w14:textId="77777777" w:rsidR="00AC1AAB" w:rsidRDefault="00AC1AA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CEA095D" w14:textId="77777777" w:rsidR="00AC1AAB" w:rsidRDefault="00AC1AA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4DBF4AA" w14:textId="697E7017" w:rsidR="00E75ECF" w:rsidRDefault="00E75ECF" w:rsidP="00E75ECF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Pr="009C08FD">
        <w:rPr>
          <w:rFonts w:cs="Arial"/>
          <w:b/>
          <w:color w:val="000000"/>
          <w:u w:val="single"/>
        </w:rPr>
        <w:t xml:space="preserve">PLL nº </w:t>
      </w:r>
      <w:r w:rsidR="006F6FF0">
        <w:rPr>
          <w:rFonts w:cs="Arial"/>
          <w:b/>
          <w:color w:val="000000"/>
          <w:u w:val="single"/>
        </w:rPr>
        <w:t>60</w:t>
      </w:r>
      <w:r w:rsidRPr="009C08FD">
        <w:rPr>
          <w:rFonts w:cs="Arial"/>
          <w:b/>
          <w:color w:val="000000"/>
          <w:u w:val="single"/>
        </w:rPr>
        <w:t>/2025 - Projeto de Lei do Legislativo</w:t>
      </w:r>
    </w:p>
    <w:p w14:paraId="65460B14" w14:textId="3C73DF07" w:rsidR="00E75ECF" w:rsidRPr="00AC691F" w:rsidRDefault="00E75ECF" w:rsidP="00E75ECF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Pr="00E75ECF">
        <w:rPr>
          <w:rFonts w:cs="Arial"/>
          <w:color w:val="000000"/>
        </w:rPr>
        <w:t>Vereador Paulinho dos Condutores.</w:t>
      </w:r>
    </w:p>
    <w:p w14:paraId="4B23D8A1" w14:textId="58872B2A" w:rsidR="00E75ECF" w:rsidRPr="004B06BC" w:rsidRDefault="00E75ECF" w:rsidP="00E75ECF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6F6FF0">
        <w:rPr>
          <w:rFonts w:cs="Arial"/>
          <w:color w:val="000000"/>
        </w:rPr>
        <w:t>Altera a redação da Lei 6.226/2018, que dispõe sobre regras gerais de moralidade administrativa para investidura dos agentes públicos no âmbito da Administração Pública Direta e Indireta do Município de Jacareí, e estabelece situações impeditivas a nomeação, nos termos em que específica.</w:t>
      </w:r>
    </w:p>
    <w:p w14:paraId="393A7493" w14:textId="7A1E82B0" w:rsidR="00E75ECF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>:</w:t>
      </w:r>
      <w:r w:rsidR="006F6FF0">
        <w:rPr>
          <w:rFonts w:cs="Arial"/>
          <w:color w:val="000000"/>
        </w:rPr>
        <w:t xml:space="preserve"> </w:t>
      </w:r>
      <w:r w:rsidR="00921422">
        <w:rPr>
          <w:rFonts w:cs="Arial"/>
          <w:color w:val="000000"/>
        </w:rPr>
        <w:t>Projeto Aprovado.</w:t>
      </w:r>
    </w:p>
    <w:p w14:paraId="33EBD487" w14:textId="77777777" w:rsidR="00E75ECF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94520F9" w14:textId="77777777" w:rsidR="00E75ECF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C0ED9CE" w14:textId="77777777" w:rsidR="00E75ECF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DE4C522" w14:textId="6AF1A709" w:rsidR="009C08FD" w:rsidRDefault="009C08FD" w:rsidP="009C08FD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="00E71C8A">
        <w:rPr>
          <w:rFonts w:cs="Arial"/>
          <w:b/>
          <w:color w:val="000000"/>
          <w:u w:val="single"/>
        </w:rPr>
        <w:t xml:space="preserve">PLL nº </w:t>
      </w:r>
      <w:r w:rsidR="006F6FF0">
        <w:rPr>
          <w:rFonts w:cs="Arial"/>
          <w:b/>
          <w:color w:val="000000"/>
          <w:u w:val="single"/>
        </w:rPr>
        <w:t>46</w:t>
      </w:r>
      <w:r w:rsidRPr="009C08FD">
        <w:rPr>
          <w:rFonts w:cs="Arial"/>
          <w:b/>
          <w:color w:val="000000"/>
          <w:u w:val="single"/>
        </w:rPr>
        <w:t>/2025 - Projeto de Lei do Legislativo</w:t>
      </w:r>
      <w:r w:rsidR="006F6FF0">
        <w:rPr>
          <w:rFonts w:cs="Arial"/>
          <w:b/>
          <w:color w:val="000000"/>
          <w:u w:val="single"/>
        </w:rPr>
        <w:t xml:space="preserve"> – com Emenda</w:t>
      </w:r>
    </w:p>
    <w:p w14:paraId="4C6BAAFA" w14:textId="591B14DA" w:rsidR="009C08FD" w:rsidRPr="00AC691F" w:rsidRDefault="009C08FD" w:rsidP="009C08FD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Pr="009C08FD">
        <w:rPr>
          <w:rFonts w:cs="Arial"/>
          <w:color w:val="000000"/>
        </w:rPr>
        <w:t>Vereador</w:t>
      </w:r>
      <w:r w:rsidR="006F6FF0">
        <w:rPr>
          <w:rFonts w:cs="Arial"/>
          <w:color w:val="000000"/>
        </w:rPr>
        <w:t>a Maria Amélia</w:t>
      </w:r>
      <w:r w:rsidR="00E8334F">
        <w:rPr>
          <w:rFonts w:cs="Arial"/>
          <w:color w:val="000000"/>
        </w:rPr>
        <w:t>.</w:t>
      </w:r>
    </w:p>
    <w:p w14:paraId="0AC95457" w14:textId="77777777" w:rsidR="006F6FF0" w:rsidRDefault="009C08FD" w:rsidP="006F6FF0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6F6FF0">
        <w:rPr>
          <w:rFonts w:cs="Arial"/>
          <w:color w:val="000000"/>
        </w:rPr>
        <w:t>Reconhece a prática do grafite e do muralismo como manifestações artísticas de valor cultural na ação denominada "MURO LEGAL", declara o grafite e o muralismo como Patrimônio Cultural do Município de Jacareí, fixa permissões para pintura de grafite e muralismo, cria o Programa de Incentivo ao Grafite, Muralismo e Demais Artes Visuais e dá outras providências.</w:t>
      </w:r>
    </w:p>
    <w:p w14:paraId="48BC1F08" w14:textId="34A879E2" w:rsidR="009C08FD" w:rsidRDefault="009C08FD" w:rsidP="006F6FF0">
      <w:pPr>
        <w:spacing w:line="264" w:lineRule="auto"/>
        <w:ind w:left="425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 w:rsidR="00921422">
        <w:rPr>
          <w:rFonts w:cs="Arial"/>
          <w:color w:val="000000"/>
        </w:rPr>
        <w:t>Projeto Aprovado, com Emendas nºs 1, 2, 3 e 4.</w:t>
      </w:r>
    </w:p>
    <w:p w14:paraId="73B58307" w14:textId="77777777" w:rsidR="006E3E9B" w:rsidRDefault="006E3E9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C265997" w14:textId="77777777" w:rsidR="00C771AD" w:rsidRDefault="00C771A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6A3F386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28A644F" w14:textId="0AC12C49" w:rsidR="009C08FD" w:rsidRDefault="009C08FD" w:rsidP="009C08FD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="006F6FF0">
        <w:rPr>
          <w:rFonts w:cs="Arial"/>
          <w:b/>
          <w:color w:val="000000"/>
          <w:u w:val="single"/>
        </w:rPr>
        <w:t>PLE nº 27</w:t>
      </w:r>
      <w:r w:rsidR="00E75ECF" w:rsidRPr="00260056">
        <w:rPr>
          <w:rFonts w:cs="Arial"/>
          <w:b/>
          <w:color w:val="000000"/>
          <w:u w:val="single"/>
        </w:rPr>
        <w:t>/2025</w:t>
      </w:r>
      <w:r w:rsidR="006F6FF0">
        <w:rPr>
          <w:rFonts w:cs="Arial"/>
          <w:b/>
          <w:color w:val="000000"/>
          <w:u w:val="single"/>
        </w:rPr>
        <w:t xml:space="preserve"> - Projeto de Lei do Executivo</w:t>
      </w:r>
      <w:r w:rsidR="00E75ECF">
        <w:rPr>
          <w:rFonts w:cs="Arial"/>
          <w:b/>
          <w:color w:val="000000"/>
          <w:u w:val="single"/>
        </w:rPr>
        <w:t xml:space="preserve"> - com Emenda</w:t>
      </w:r>
    </w:p>
    <w:p w14:paraId="3236F567" w14:textId="19DF1E80" w:rsidR="009C08FD" w:rsidRPr="00AC691F" w:rsidRDefault="009C08FD" w:rsidP="009C08FD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="002452C1" w:rsidRPr="00AE33AB">
        <w:rPr>
          <w:rFonts w:cs="Arial"/>
          <w:color w:val="000000"/>
        </w:rPr>
        <w:t>Prefeito Municipal Celso Florêncio de Souza</w:t>
      </w:r>
      <w:r w:rsidR="002452C1" w:rsidRPr="00125AA4">
        <w:rPr>
          <w:rFonts w:cs="Arial"/>
          <w:color w:val="000000"/>
        </w:rPr>
        <w:t>.</w:t>
      </w:r>
    </w:p>
    <w:p w14:paraId="5DA70AFC" w14:textId="77777777" w:rsidR="002452C1" w:rsidRPr="004B06BC" w:rsidRDefault="009C08FD" w:rsidP="002452C1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2452C1" w:rsidRPr="00AE33AB">
        <w:rPr>
          <w:rFonts w:cs="Arial"/>
          <w:color w:val="000000"/>
        </w:rPr>
        <w:t>Dispõe sobre o plano de incentivo a projetos habitacionais de interesse social vinculado ao programa federal "Minha Casa, Minha Vida", nos termos da Lei Federal nº 14.620, de 13 de julho de 2023, e Portaria de nº 724, de 15 de junho de 2023, do Ministério das Ci</w:t>
      </w:r>
      <w:r w:rsidR="002452C1">
        <w:rPr>
          <w:rFonts w:cs="Arial"/>
          <w:color w:val="000000"/>
        </w:rPr>
        <w:t>dades, e dá outras providências.</w:t>
      </w:r>
    </w:p>
    <w:p w14:paraId="72C7714F" w14:textId="1C86ECB0" w:rsidR="009C08FD" w:rsidRDefault="009C08FD" w:rsidP="002452C1">
      <w:pPr>
        <w:spacing w:line="264" w:lineRule="auto"/>
        <w:ind w:left="425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 w:rsidR="00BC16C1">
        <w:rPr>
          <w:rFonts w:cs="Arial"/>
          <w:color w:val="000000"/>
        </w:rPr>
        <w:t xml:space="preserve">Projeto Aprovado, com Emenda nº </w:t>
      </w:r>
      <w:r w:rsidR="00BC16C1">
        <w:rPr>
          <w:rFonts w:cs="Arial"/>
          <w:color w:val="000000"/>
        </w:rPr>
        <w:t>1.</w:t>
      </w:r>
    </w:p>
    <w:p w14:paraId="3561B940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010CA319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AC23B84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CE30189" w14:textId="59773AFB" w:rsidR="009C08FD" w:rsidRDefault="00E75ECF" w:rsidP="009C08FD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="009C08FD"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="009C08FD" w:rsidRPr="009C08FD">
        <w:rPr>
          <w:rFonts w:cs="Arial"/>
          <w:b/>
          <w:color w:val="000000"/>
          <w:u w:val="single"/>
        </w:rPr>
        <w:t xml:space="preserve">do </w:t>
      </w:r>
      <w:r w:rsidR="002452C1">
        <w:rPr>
          <w:rFonts w:cs="Arial"/>
          <w:b/>
          <w:color w:val="000000"/>
          <w:u w:val="single"/>
        </w:rPr>
        <w:t>PLE nº 24/2025 - Projeto de Lei do Executivo</w:t>
      </w:r>
    </w:p>
    <w:p w14:paraId="1BBEB8EB" w14:textId="64B00774" w:rsidR="009C08FD" w:rsidRPr="00AC691F" w:rsidRDefault="009C08FD" w:rsidP="002452C1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="002452C1" w:rsidRPr="00AE33AB">
        <w:rPr>
          <w:rFonts w:cs="Arial"/>
          <w:color w:val="000000"/>
        </w:rPr>
        <w:t>Prefeito Municipal Celso Florêncio de Souza</w:t>
      </w:r>
      <w:r w:rsidR="002452C1" w:rsidRPr="00125AA4">
        <w:rPr>
          <w:rFonts w:cs="Arial"/>
          <w:color w:val="000000"/>
        </w:rPr>
        <w:t>.</w:t>
      </w:r>
    </w:p>
    <w:p w14:paraId="7EC8C22B" w14:textId="635EC8D5" w:rsidR="009C08FD" w:rsidRPr="004B06BC" w:rsidRDefault="009C08FD" w:rsidP="009C08FD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2452C1">
        <w:rPr>
          <w:rFonts w:cs="Arial"/>
          <w:color w:val="000000"/>
        </w:rPr>
        <w:t>Dispõe sobre a regularização, funcionamento e fiscalização de abrigos de cães e gatos mantidos por Organizações da Sociedade Civil (OSC) e Protetores Independentes no Município de Jacareí e dá outras providências.</w:t>
      </w:r>
    </w:p>
    <w:p w14:paraId="76CDF1AA" w14:textId="226F7AD5" w:rsidR="009C08FD" w:rsidRDefault="009C08FD" w:rsidP="009C08FD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>:</w:t>
      </w:r>
      <w:r w:rsidR="002452C1">
        <w:rPr>
          <w:rFonts w:cs="Arial"/>
          <w:color w:val="000000"/>
        </w:rPr>
        <w:t xml:space="preserve"> </w:t>
      </w:r>
      <w:r w:rsidR="00BC16C1">
        <w:rPr>
          <w:rFonts w:cs="Arial"/>
          <w:color w:val="000000"/>
        </w:rPr>
        <w:t>Projeto Adiado por duas (2) Sessões. Retorna em 24/09/2025.</w:t>
      </w:r>
    </w:p>
    <w:p w14:paraId="5CD99733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CB618F7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15D07C3" w14:textId="77777777" w:rsidR="00DF04DF" w:rsidRDefault="00DF04DF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3F03A865" w14:textId="547C387F" w:rsidR="00DF04DF" w:rsidRDefault="00DF04DF" w:rsidP="00DF04DF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="002452C1">
        <w:rPr>
          <w:rFonts w:cs="Arial"/>
          <w:b/>
          <w:color w:val="000000"/>
          <w:u w:val="single"/>
        </w:rPr>
        <w:t>PLL nº 13</w:t>
      </w:r>
      <w:r w:rsidR="00487827" w:rsidRPr="00AE33AB">
        <w:rPr>
          <w:rFonts w:cs="Arial"/>
          <w:b/>
          <w:color w:val="000000"/>
          <w:u w:val="single"/>
        </w:rPr>
        <w:t xml:space="preserve">/2025 - </w:t>
      </w:r>
      <w:r w:rsidR="002452C1">
        <w:rPr>
          <w:rFonts w:cs="Arial"/>
          <w:b/>
          <w:color w:val="000000"/>
          <w:u w:val="single"/>
        </w:rPr>
        <w:t>Projeto de Lei do Legislativo</w:t>
      </w:r>
    </w:p>
    <w:p w14:paraId="0A6004E9" w14:textId="20D11182" w:rsidR="00DF04DF" w:rsidRPr="00AC691F" w:rsidRDefault="00DF04DF" w:rsidP="00DF04DF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="002452C1">
        <w:rPr>
          <w:rFonts w:cs="Arial"/>
          <w:color w:val="000000"/>
        </w:rPr>
        <w:t>Vereador Hernani Barreto.</w:t>
      </w:r>
    </w:p>
    <w:p w14:paraId="20A9066F" w14:textId="3B07051E" w:rsidR="00DF04DF" w:rsidRDefault="00DF04DF" w:rsidP="00DF04DF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2452C1">
        <w:rPr>
          <w:rFonts w:cs="Arial"/>
          <w:color w:val="000000"/>
        </w:rPr>
        <w:t>Institui o “</w:t>
      </w:r>
      <w:r w:rsidR="002B39C4">
        <w:rPr>
          <w:rFonts w:cs="Arial"/>
          <w:color w:val="000000"/>
        </w:rPr>
        <w:t xml:space="preserve">Programa </w:t>
      </w:r>
      <w:r w:rsidR="002452C1">
        <w:rPr>
          <w:rFonts w:cs="Arial"/>
          <w:color w:val="000000"/>
        </w:rPr>
        <w:t>Banco de Ração</w:t>
      </w:r>
      <w:r w:rsidR="002B39C4">
        <w:rPr>
          <w:rFonts w:cs="Arial"/>
          <w:color w:val="000000"/>
        </w:rPr>
        <w:t>, Medicamentos</w:t>
      </w:r>
      <w:r w:rsidR="002452C1">
        <w:rPr>
          <w:rFonts w:cs="Arial"/>
          <w:color w:val="000000"/>
        </w:rPr>
        <w:t xml:space="preserve"> e Utensílios para Animais” </w:t>
      </w:r>
      <w:r w:rsidR="002B39C4">
        <w:rPr>
          <w:rFonts w:cs="Arial"/>
          <w:color w:val="000000"/>
        </w:rPr>
        <w:t xml:space="preserve">no Município de Jacareí, </w:t>
      </w:r>
      <w:r w:rsidR="002452C1">
        <w:rPr>
          <w:rFonts w:cs="Arial"/>
          <w:color w:val="000000"/>
        </w:rPr>
        <w:t>e dá outras providências.</w:t>
      </w:r>
    </w:p>
    <w:p w14:paraId="678083EE" w14:textId="4BE1C73F" w:rsidR="00BC16C1" w:rsidRDefault="00BC16C1" w:rsidP="00BC1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Substitutivo Aprovado, com Emendas nºs 1</w:t>
      </w:r>
      <w:r>
        <w:rPr>
          <w:rFonts w:cs="Arial"/>
          <w:color w:val="000000"/>
        </w:rPr>
        <w:t xml:space="preserve"> e</w:t>
      </w:r>
      <w:r>
        <w:rPr>
          <w:rFonts w:cs="Arial"/>
          <w:color w:val="000000"/>
        </w:rPr>
        <w:t xml:space="preserve"> 2</w:t>
      </w:r>
      <w:r>
        <w:rPr>
          <w:rFonts w:cs="Arial"/>
          <w:color w:val="000000"/>
        </w:rPr>
        <w:t>.</w:t>
      </w:r>
    </w:p>
    <w:p w14:paraId="57E36BC6" w14:textId="27D4FDEB" w:rsidR="002452C1" w:rsidRPr="004B06BC" w:rsidRDefault="002452C1" w:rsidP="00DF04DF">
      <w:pPr>
        <w:spacing w:line="264" w:lineRule="auto"/>
        <w:ind w:left="425"/>
        <w:jc w:val="both"/>
        <w:rPr>
          <w:rFonts w:cs="Arial"/>
          <w:color w:val="000000"/>
        </w:rPr>
      </w:pPr>
      <w:r w:rsidRPr="002452C1">
        <w:rPr>
          <w:rFonts w:cs="Arial"/>
          <w:color w:val="000000"/>
        </w:rPr>
        <w:t>(</w:t>
      </w:r>
      <w:r w:rsidR="004F1914">
        <w:rPr>
          <w:rFonts w:cs="Arial"/>
          <w:color w:val="000000"/>
        </w:rPr>
        <w:t xml:space="preserve">Fica prejudicado </w:t>
      </w:r>
      <w:r w:rsidRPr="002452C1">
        <w:rPr>
          <w:rFonts w:cs="Arial"/>
          <w:color w:val="000000"/>
        </w:rPr>
        <w:t>o</w:t>
      </w:r>
      <w:bookmarkStart w:id="0" w:name="_GoBack"/>
      <w:bookmarkEnd w:id="0"/>
      <w:r w:rsidRPr="002452C1">
        <w:rPr>
          <w:rFonts w:cs="Arial"/>
          <w:color w:val="000000"/>
        </w:rPr>
        <w:t xml:space="preserve"> </w:t>
      </w:r>
      <w:r w:rsidRPr="002452C1">
        <w:rPr>
          <w:rFonts w:cs="Arial"/>
          <w:color w:val="000000"/>
          <w:u w:val="single"/>
        </w:rPr>
        <w:t>PLE nº 25/2025 – Projeto de Lei do Executivo</w:t>
      </w:r>
      <w:r>
        <w:rPr>
          <w:rFonts w:cs="Arial"/>
          <w:color w:val="000000"/>
        </w:rPr>
        <w:t>, em razão de ambos versarem sobre o mesmo assunto).</w:t>
      </w:r>
    </w:p>
    <w:p w14:paraId="38FF8E52" w14:textId="77777777" w:rsidR="00DF04DF" w:rsidRDefault="00DF04DF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788635C" w14:textId="77777777" w:rsidR="00DF04DF" w:rsidRDefault="00DF04DF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658B59D" w14:textId="77777777" w:rsidR="00DF04DF" w:rsidRDefault="00DF04DF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0E8C539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783E273" w14:textId="77777777" w:rsidR="00C771AD" w:rsidRDefault="00C771AD" w:rsidP="007B5DEB">
      <w:pPr>
        <w:jc w:val="right"/>
        <w:rPr>
          <w:rFonts w:cs="Arial"/>
          <w:b/>
          <w:sz w:val="20"/>
          <w:szCs w:val="20"/>
        </w:rPr>
      </w:pPr>
    </w:p>
    <w:p w14:paraId="630D1C1A" w14:textId="77777777" w:rsidR="00196487" w:rsidRDefault="00196487" w:rsidP="007B5DEB">
      <w:pPr>
        <w:jc w:val="right"/>
        <w:rPr>
          <w:rFonts w:cs="Arial"/>
          <w:b/>
          <w:sz w:val="20"/>
          <w:szCs w:val="20"/>
        </w:rPr>
      </w:pPr>
    </w:p>
    <w:p w14:paraId="08FBEF8F" w14:textId="77777777" w:rsidR="00196487" w:rsidRDefault="00196487" w:rsidP="007B5DEB">
      <w:pPr>
        <w:jc w:val="right"/>
        <w:rPr>
          <w:rFonts w:cs="Arial"/>
          <w:b/>
          <w:sz w:val="20"/>
          <w:szCs w:val="20"/>
        </w:rPr>
      </w:pPr>
    </w:p>
    <w:p w14:paraId="239BACDB" w14:textId="77777777" w:rsidR="006E3E9B" w:rsidRPr="00532D1F" w:rsidRDefault="006E3E9B" w:rsidP="007B5DEB">
      <w:pPr>
        <w:jc w:val="right"/>
        <w:rPr>
          <w:rFonts w:cs="Arial"/>
          <w:b/>
          <w:sz w:val="20"/>
          <w:szCs w:val="20"/>
        </w:rPr>
      </w:pPr>
    </w:p>
    <w:p w14:paraId="7D463826" w14:textId="77777777" w:rsidR="00FA3610" w:rsidRPr="004B06BC" w:rsidRDefault="00FA3610" w:rsidP="007B5DEB">
      <w:pPr>
        <w:jc w:val="right"/>
        <w:rPr>
          <w:rFonts w:cs="Arial"/>
          <w:b/>
        </w:rPr>
      </w:pPr>
      <w:r w:rsidRPr="004B06BC">
        <w:rPr>
          <w:rFonts w:cs="Arial"/>
          <w:b/>
        </w:rPr>
        <w:t>Felipe Santos de Lima</w:t>
      </w:r>
    </w:p>
    <w:p w14:paraId="4D54D9CD" w14:textId="3375B833" w:rsidR="00FA3610" w:rsidRPr="004B06BC" w:rsidRDefault="00FA3610" w:rsidP="007B5DEB">
      <w:pPr>
        <w:jc w:val="right"/>
        <w:rPr>
          <w:rFonts w:cs="Arial"/>
        </w:rPr>
      </w:pPr>
      <w:r w:rsidRPr="004B06BC">
        <w:rPr>
          <w:rFonts w:cs="Arial"/>
        </w:rPr>
        <w:t>Secretário-Diretor Legislativo</w:t>
      </w:r>
    </w:p>
    <w:sectPr w:rsidR="00FA3610" w:rsidRPr="004B06BC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2E50DD56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944D7A">
      <w:rPr>
        <w:rFonts w:cs="Arial"/>
        <w:b/>
        <w:sz w:val="20"/>
        <w:szCs w:val="20"/>
        <w:u w:val="single"/>
      </w:rPr>
      <w:t>2</w:t>
    </w:r>
    <w:r w:rsidR="006F6FF0">
      <w:rPr>
        <w:rFonts w:cs="Arial"/>
        <w:b/>
        <w:sz w:val="20"/>
        <w:szCs w:val="20"/>
        <w:u w:val="single"/>
      </w:rPr>
      <w:t>7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6F6FF0">
      <w:rPr>
        <w:rFonts w:cs="Arial"/>
        <w:b/>
        <w:sz w:val="20"/>
        <w:szCs w:val="20"/>
        <w:u w:val="single"/>
      </w:rPr>
      <w:t>10</w:t>
    </w:r>
    <w:r w:rsidR="000C342E">
      <w:rPr>
        <w:rFonts w:cs="Arial"/>
        <w:b/>
        <w:sz w:val="20"/>
        <w:szCs w:val="20"/>
        <w:u w:val="single"/>
      </w:rPr>
      <w:t>/</w:t>
    </w:r>
    <w:r w:rsidR="000E645A">
      <w:rPr>
        <w:rFonts w:cs="Arial"/>
        <w:b/>
        <w:sz w:val="20"/>
        <w:szCs w:val="20"/>
        <w:u w:val="single"/>
      </w:rPr>
      <w:t>0</w:t>
    </w:r>
    <w:r w:rsidR="00487827">
      <w:rPr>
        <w:rFonts w:cs="Arial"/>
        <w:b/>
        <w:sz w:val="20"/>
        <w:szCs w:val="20"/>
        <w:u w:val="single"/>
      </w:rPr>
      <w:t>9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05420B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05420B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5F1"/>
    <w:rsid w:val="00024775"/>
    <w:rsid w:val="0002482B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3B38"/>
    <w:rsid w:val="00046CA2"/>
    <w:rsid w:val="00047B1B"/>
    <w:rsid w:val="00052064"/>
    <w:rsid w:val="000522A3"/>
    <w:rsid w:val="0005420B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2804"/>
    <w:rsid w:val="000C342E"/>
    <w:rsid w:val="000C71FC"/>
    <w:rsid w:val="000D0D3F"/>
    <w:rsid w:val="000D2350"/>
    <w:rsid w:val="000D259E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FBB"/>
    <w:rsid w:val="0016340A"/>
    <w:rsid w:val="00163724"/>
    <w:rsid w:val="00163988"/>
    <w:rsid w:val="00164676"/>
    <w:rsid w:val="001671DF"/>
    <w:rsid w:val="00167D0A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487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795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6C1B"/>
    <w:rsid w:val="001D7D01"/>
    <w:rsid w:val="001E1226"/>
    <w:rsid w:val="001E187A"/>
    <w:rsid w:val="001E1AD4"/>
    <w:rsid w:val="001E2470"/>
    <w:rsid w:val="001E2B31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E13"/>
    <w:rsid w:val="00220EAA"/>
    <w:rsid w:val="00221015"/>
    <w:rsid w:val="00221C1E"/>
    <w:rsid w:val="00222A3B"/>
    <w:rsid w:val="00222D66"/>
    <w:rsid w:val="002266A3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52C1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72CD"/>
    <w:rsid w:val="00277923"/>
    <w:rsid w:val="00280188"/>
    <w:rsid w:val="00284D6A"/>
    <w:rsid w:val="002867BF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9C4"/>
    <w:rsid w:val="002B3C08"/>
    <w:rsid w:val="002B4022"/>
    <w:rsid w:val="002B474E"/>
    <w:rsid w:val="002B4987"/>
    <w:rsid w:val="002B502F"/>
    <w:rsid w:val="002B5D12"/>
    <w:rsid w:val="002B7C01"/>
    <w:rsid w:val="002C04B9"/>
    <w:rsid w:val="002C0E78"/>
    <w:rsid w:val="002C4A71"/>
    <w:rsid w:val="002C6F56"/>
    <w:rsid w:val="002C71F7"/>
    <w:rsid w:val="002C7653"/>
    <w:rsid w:val="002D00A5"/>
    <w:rsid w:val="002D013C"/>
    <w:rsid w:val="002D13B9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E5C3A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134"/>
    <w:rsid w:val="003122DA"/>
    <w:rsid w:val="0031256B"/>
    <w:rsid w:val="003157E3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7DA7"/>
    <w:rsid w:val="00350C52"/>
    <w:rsid w:val="00351460"/>
    <w:rsid w:val="00354160"/>
    <w:rsid w:val="0035498C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872B7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35B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827"/>
    <w:rsid w:val="00487C0C"/>
    <w:rsid w:val="00491E68"/>
    <w:rsid w:val="0049259D"/>
    <w:rsid w:val="004926F3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1914"/>
    <w:rsid w:val="004F2CA8"/>
    <w:rsid w:val="004F3ED1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517ED"/>
    <w:rsid w:val="00651E8E"/>
    <w:rsid w:val="00652427"/>
    <w:rsid w:val="0065589E"/>
    <w:rsid w:val="00660BA7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6FF0"/>
    <w:rsid w:val="006F704F"/>
    <w:rsid w:val="00700DD8"/>
    <w:rsid w:val="00701D76"/>
    <w:rsid w:val="0070200C"/>
    <w:rsid w:val="00702068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7DC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5A70"/>
    <w:rsid w:val="00766DD9"/>
    <w:rsid w:val="00767750"/>
    <w:rsid w:val="00767FE9"/>
    <w:rsid w:val="00771CA9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51D4"/>
    <w:rsid w:val="007D5561"/>
    <w:rsid w:val="007D6F0C"/>
    <w:rsid w:val="007D760B"/>
    <w:rsid w:val="007E0064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E1A84"/>
    <w:rsid w:val="008E1AA9"/>
    <w:rsid w:val="008E4E93"/>
    <w:rsid w:val="008E5954"/>
    <w:rsid w:val="008E65F6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422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4D7A"/>
    <w:rsid w:val="00945374"/>
    <w:rsid w:val="00947707"/>
    <w:rsid w:val="00947D15"/>
    <w:rsid w:val="00947E63"/>
    <w:rsid w:val="00950FA5"/>
    <w:rsid w:val="00951682"/>
    <w:rsid w:val="009528C7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804F6"/>
    <w:rsid w:val="009809F6"/>
    <w:rsid w:val="00980FEF"/>
    <w:rsid w:val="00981605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CC6"/>
    <w:rsid w:val="009B2EBB"/>
    <w:rsid w:val="009B335A"/>
    <w:rsid w:val="009B3EFC"/>
    <w:rsid w:val="009B3F4D"/>
    <w:rsid w:val="009B5391"/>
    <w:rsid w:val="009C08FD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388"/>
    <w:rsid w:val="00A3098A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36B6"/>
    <w:rsid w:val="00A84840"/>
    <w:rsid w:val="00A86AFE"/>
    <w:rsid w:val="00A904DC"/>
    <w:rsid w:val="00A916D3"/>
    <w:rsid w:val="00A92173"/>
    <w:rsid w:val="00A92DC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1AAB"/>
    <w:rsid w:val="00AC27BB"/>
    <w:rsid w:val="00AC3332"/>
    <w:rsid w:val="00AC33E4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5F4E"/>
    <w:rsid w:val="00AD6B6B"/>
    <w:rsid w:val="00AD6D58"/>
    <w:rsid w:val="00AD7DCA"/>
    <w:rsid w:val="00AE017A"/>
    <w:rsid w:val="00AE036C"/>
    <w:rsid w:val="00AE1975"/>
    <w:rsid w:val="00AE4293"/>
    <w:rsid w:val="00AE4B75"/>
    <w:rsid w:val="00AE5727"/>
    <w:rsid w:val="00AE6F05"/>
    <w:rsid w:val="00AE7828"/>
    <w:rsid w:val="00AE7D90"/>
    <w:rsid w:val="00AF18FB"/>
    <w:rsid w:val="00AF1C61"/>
    <w:rsid w:val="00AF2B0D"/>
    <w:rsid w:val="00AF3AED"/>
    <w:rsid w:val="00AF409F"/>
    <w:rsid w:val="00AF563B"/>
    <w:rsid w:val="00AF595C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6F20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16C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6159"/>
    <w:rsid w:val="00BE157E"/>
    <w:rsid w:val="00BE3484"/>
    <w:rsid w:val="00BE3EBA"/>
    <w:rsid w:val="00BE6118"/>
    <w:rsid w:val="00BF053A"/>
    <w:rsid w:val="00BF113E"/>
    <w:rsid w:val="00BF130A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437E"/>
    <w:rsid w:val="00C645AB"/>
    <w:rsid w:val="00C65224"/>
    <w:rsid w:val="00C65B04"/>
    <w:rsid w:val="00C6771F"/>
    <w:rsid w:val="00C67858"/>
    <w:rsid w:val="00C679A2"/>
    <w:rsid w:val="00C72229"/>
    <w:rsid w:val="00C72A3F"/>
    <w:rsid w:val="00C750C1"/>
    <w:rsid w:val="00C75222"/>
    <w:rsid w:val="00C757D9"/>
    <w:rsid w:val="00C75FE5"/>
    <w:rsid w:val="00C771AD"/>
    <w:rsid w:val="00C8062E"/>
    <w:rsid w:val="00C82B43"/>
    <w:rsid w:val="00C854BE"/>
    <w:rsid w:val="00C85D8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6B7F"/>
    <w:rsid w:val="00CC6D99"/>
    <w:rsid w:val="00CC71FB"/>
    <w:rsid w:val="00CD2D71"/>
    <w:rsid w:val="00CD2F62"/>
    <w:rsid w:val="00CD6E52"/>
    <w:rsid w:val="00CD7F7B"/>
    <w:rsid w:val="00CE218C"/>
    <w:rsid w:val="00CE5574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7038C"/>
    <w:rsid w:val="00D729E4"/>
    <w:rsid w:val="00D73062"/>
    <w:rsid w:val="00D745D7"/>
    <w:rsid w:val="00D749B6"/>
    <w:rsid w:val="00D74B92"/>
    <w:rsid w:val="00D7717C"/>
    <w:rsid w:val="00D77E90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3558"/>
    <w:rsid w:val="00DA4036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5AC0"/>
    <w:rsid w:val="00DC5CE7"/>
    <w:rsid w:val="00DC6C62"/>
    <w:rsid w:val="00DD0EB1"/>
    <w:rsid w:val="00DD28BF"/>
    <w:rsid w:val="00DD2C98"/>
    <w:rsid w:val="00DD5A1E"/>
    <w:rsid w:val="00DD693B"/>
    <w:rsid w:val="00DD6CD7"/>
    <w:rsid w:val="00DE10D4"/>
    <w:rsid w:val="00DE1550"/>
    <w:rsid w:val="00DE1806"/>
    <w:rsid w:val="00DE1A5F"/>
    <w:rsid w:val="00DE3565"/>
    <w:rsid w:val="00DE4722"/>
    <w:rsid w:val="00DE4E17"/>
    <w:rsid w:val="00DE4E49"/>
    <w:rsid w:val="00DE4FAB"/>
    <w:rsid w:val="00DF04DF"/>
    <w:rsid w:val="00DF0CCD"/>
    <w:rsid w:val="00DF189F"/>
    <w:rsid w:val="00DF30FB"/>
    <w:rsid w:val="00DF4683"/>
    <w:rsid w:val="00DF4EEA"/>
    <w:rsid w:val="00DF622C"/>
    <w:rsid w:val="00DF678B"/>
    <w:rsid w:val="00DF6860"/>
    <w:rsid w:val="00DF6899"/>
    <w:rsid w:val="00DF6BBC"/>
    <w:rsid w:val="00E00DED"/>
    <w:rsid w:val="00E02DBF"/>
    <w:rsid w:val="00E0319C"/>
    <w:rsid w:val="00E032F0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E69"/>
    <w:rsid w:val="00E22EDD"/>
    <w:rsid w:val="00E24FC9"/>
    <w:rsid w:val="00E26F05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565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666C5"/>
    <w:rsid w:val="00E71C8A"/>
    <w:rsid w:val="00E7228F"/>
    <w:rsid w:val="00E73CF1"/>
    <w:rsid w:val="00E75ECF"/>
    <w:rsid w:val="00E76F82"/>
    <w:rsid w:val="00E814DE"/>
    <w:rsid w:val="00E8235F"/>
    <w:rsid w:val="00E824C6"/>
    <w:rsid w:val="00E825DC"/>
    <w:rsid w:val="00E8334F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656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14D9A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3D1"/>
    <w:rsid w:val="00F43968"/>
    <w:rsid w:val="00F44C43"/>
    <w:rsid w:val="00F45C62"/>
    <w:rsid w:val="00F474B2"/>
    <w:rsid w:val="00F56A30"/>
    <w:rsid w:val="00F56AB3"/>
    <w:rsid w:val="00F600BC"/>
    <w:rsid w:val="00F60CA5"/>
    <w:rsid w:val="00F62FD9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944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A752D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7503"/>
    <w:rsid w:val="00FB7A6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94209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ECF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07405-82F0-49CE-AF8F-F35CFF5BC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2430</TotalTime>
  <Pages>2</Pages>
  <Words>477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823</cp:revision>
  <cp:lastPrinted>2025-09-11T11:22:00Z</cp:lastPrinted>
  <dcterms:created xsi:type="dcterms:W3CDTF">2023-02-13T12:04:00Z</dcterms:created>
  <dcterms:modified xsi:type="dcterms:W3CDTF">2025-09-11T11:44:00Z</dcterms:modified>
</cp:coreProperties>
</file>